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AB07E-6116-410D-818C-6367B319883B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